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alias w:val="Your Name"/>
        <w:tag w:val="Your Name"/>
        <w:id w:val="-1786799709"/>
        <w:placeholder>
          <w:docPart w:val="8D742710BA799E499087215CCBAA6721"/>
        </w:placeholder>
        <w:showingPlcHdr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45047F" w:rsidRDefault="00836C00">
          <w:pPr>
            <w:pStyle w:val="Address"/>
          </w:pPr>
          <w:r>
            <w:t>[Your Name]</w:t>
          </w:r>
        </w:p>
      </w:sdtContent>
    </w:sdt>
    <w:p w:rsidR="0045047F" w:rsidRDefault="00836C00">
      <w:pPr>
        <w:pStyle w:val="Address"/>
      </w:pPr>
      <w:sdt>
        <w:sdtPr>
          <w:id w:val="1634143502"/>
          <w:placeholder>
            <w:docPart w:val="C602975288554846A4CF3120B86C901E"/>
          </w:placeholder>
          <w:temporary/>
          <w:showingPlcHdr/>
        </w:sdtPr>
        <w:sdtEndPr/>
        <w:sdtContent>
          <w:r>
            <w:t>[Street Address]</w:t>
          </w:r>
        </w:sdtContent>
      </w:sdt>
    </w:p>
    <w:sdt>
      <w:sdtPr>
        <w:id w:val="2091195522"/>
        <w:placeholder>
          <w:docPart w:val="C9B5F218BD91BC499EE859E6C419DC33"/>
        </w:placeholder>
        <w:temporary/>
        <w:showingPlcHdr/>
      </w:sdtPr>
      <w:sdtEndPr/>
      <w:sdtContent>
        <w:p w:rsidR="0045047F" w:rsidRDefault="00836C00">
          <w:pPr>
            <w:pStyle w:val="Address"/>
          </w:pPr>
          <w:r>
            <w:t>[City, ST ZIP Code]</w:t>
          </w:r>
        </w:p>
      </w:sdtContent>
    </w:sdt>
    <w:sdt>
      <w:sdtPr>
        <w:alias w:val="Date"/>
        <w:tag w:val="Date"/>
        <w:id w:val="-1797359151"/>
        <w:placeholder>
          <w:docPart w:val="15FA67CB7C3BF249B72AFA8AD132CD19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45047F" w:rsidRDefault="00836C00">
          <w:pPr>
            <w:pStyle w:val="Date"/>
          </w:pPr>
          <w:r>
            <w:t>[Date]</w:t>
          </w:r>
        </w:p>
      </w:sdtContent>
    </w:sdt>
    <w:sdt>
      <w:sdtPr>
        <w:alias w:val="Recipient Name"/>
        <w:tag w:val=""/>
        <w:id w:val="-378937380"/>
        <w:placeholder>
          <w:docPart w:val="2ABF76FE31DCF8469A4185BD7DC37611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45047F" w:rsidRDefault="00836C00">
          <w:pPr>
            <w:pStyle w:val="Address"/>
          </w:pPr>
          <w:r>
            <w:t>[Recipient Name]</w:t>
          </w:r>
        </w:p>
      </w:sdtContent>
    </w:sdt>
    <w:p w:rsidR="0045047F" w:rsidRDefault="00836C00">
      <w:pPr>
        <w:pStyle w:val="Address"/>
      </w:pPr>
      <w:sdt>
        <w:sdtPr>
          <w:id w:val="-1978134494"/>
          <w:placeholder>
            <w:docPart w:val="EDECBE6FD275F049BB7ECDF7372DBF9A"/>
          </w:placeholder>
          <w:temporary/>
          <w:showingPlcHdr/>
        </w:sdtPr>
        <w:sdtEndPr/>
        <w:sdtContent>
          <w:r>
            <w:t>[Title]</w:t>
          </w:r>
        </w:sdtContent>
      </w:sdt>
    </w:p>
    <w:sdt>
      <w:sdtPr>
        <w:alias w:val="Company Name"/>
        <w:tag w:val=""/>
        <w:id w:val="327028657"/>
        <w:placeholder>
          <w:docPart w:val="249A824861AAB44F9A9E2505BBAFD921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45047F" w:rsidRDefault="00836C00">
          <w:pPr>
            <w:pStyle w:val="Address"/>
          </w:pPr>
          <w:r>
            <w:t>[Company Name]</w:t>
          </w:r>
        </w:p>
      </w:sdtContent>
    </w:sdt>
    <w:sdt>
      <w:sdtPr>
        <w:id w:val="1410967897"/>
        <w:placeholder>
          <w:docPart w:val="C602975288554846A4CF3120B86C901E"/>
        </w:placeholder>
        <w:temporary/>
        <w:showingPlcHdr/>
      </w:sdtPr>
      <w:sdtEndPr/>
      <w:sdtContent>
        <w:p w:rsidR="0045047F" w:rsidRDefault="00836C00">
          <w:pPr>
            <w:pStyle w:val="Address"/>
          </w:pPr>
          <w:r>
            <w:t>[Street Address]</w:t>
          </w:r>
        </w:p>
      </w:sdtContent>
    </w:sdt>
    <w:sdt>
      <w:sdtPr>
        <w:id w:val="-445319069"/>
        <w:placeholder>
          <w:docPart w:val="C9B5F218BD91BC499EE859E6C419DC33"/>
        </w:placeholder>
        <w:temporary/>
        <w:showingPlcHdr/>
      </w:sdtPr>
      <w:sdtEndPr/>
      <w:sdtContent>
        <w:p w:rsidR="0045047F" w:rsidRDefault="00836C00">
          <w:pPr>
            <w:pStyle w:val="Address"/>
          </w:pPr>
          <w:r>
            <w:t>[City, ST ZIP Code]</w:t>
          </w:r>
        </w:p>
      </w:sdtContent>
    </w:sdt>
    <w:p w:rsidR="0045047F" w:rsidRDefault="00836C00">
      <w:pPr>
        <w:pStyle w:val="Salutation"/>
      </w:pPr>
      <w:r>
        <w:t xml:space="preserve">Dear </w:t>
      </w:r>
      <w:sdt>
        <w:sdtPr>
          <w:alias w:val="Recipient Name"/>
          <w:tag w:val=""/>
          <w:id w:val="1231501734"/>
          <w:placeholder>
            <w:docPart w:val="2ABF76FE31DCF8469A4185BD7DC37611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>
            <w:t>[Recipient Name]</w:t>
          </w:r>
        </w:sdtContent>
      </w:sdt>
      <w:r>
        <w:t>:</w:t>
      </w:r>
    </w:p>
    <w:p w:rsidR="0045047F" w:rsidRDefault="00836C00">
      <w:r>
        <w:t xml:space="preserve">I am writing to request a meeting to review my salary. I have been an employee of </w:t>
      </w:r>
      <w:sdt>
        <w:sdtPr>
          <w:alias w:val="Company Name"/>
          <w:tag w:val=""/>
          <w:id w:val="1648708865"/>
          <w:placeholder>
            <w:docPart w:val="249A824861AAB44F9A9E2505BBAFD921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>
            <w:rPr>
              <w:rStyle w:val="PlaceholderText"/>
            </w:rPr>
            <w:t>[Company Name]</w:t>
          </w:r>
        </w:sdtContent>
      </w:sdt>
      <w:r>
        <w:t xml:space="preserve"> for nearly </w:t>
      </w:r>
      <w:sdt>
        <w:sdtPr>
          <w:id w:val="744233576"/>
          <w:placeholder>
            <w:docPart w:val="4478C0193602BD4EAE693C42F944C112"/>
          </w:placeholder>
          <w:temporary/>
          <w:showingPlcHdr/>
        </w:sdtPr>
        <w:sdtEndPr/>
        <w:sdtContent>
          <w:r>
            <w:rPr>
              <w:rStyle w:val="PlaceholderText"/>
            </w:rPr>
            <w:t>[number of years]</w:t>
          </w:r>
        </w:sdtContent>
      </w:sdt>
      <w:r>
        <w:t xml:space="preserve"> years, and I feel that my experience and skills, in addition to my increased responsibilities, warrant a raise.</w:t>
      </w:r>
    </w:p>
    <w:p w:rsidR="0045047F" w:rsidRDefault="00836C00">
      <w:r>
        <w:t xml:space="preserve">Throughout my </w:t>
      </w:r>
      <w:r>
        <w:t xml:space="preserve">tenure at </w:t>
      </w:r>
      <w:sdt>
        <w:sdtPr>
          <w:alias w:val="Company Name"/>
          <w:tag w:val=""/>
          <w:id w:val="543715573"/>
          <w:placeholder>
            <w:docPart w:val="249A824861AAB44F9A9E2505BBAFD921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>
            <w:rPr>
              <w:rStyle w:val="PlaceholderText"/>
            </w:rPr>
            <w:t>[Company Name]</w:t>
          </w:r>
        </w:sdtContent>
      </w:sdt>
      <w:r>
        <w:t xml:space="preserve">, I have advanced from a </w:t>
      </w:r>
      <w:sdt>
        <w:sdtPr>
          <w:id w:val="-1062021884"/>
          <w:placeholder>
            <w:docPart w:val="2D9A76A14D2E6941AAC9E6933E95BF42"/>
          </w:placeholder>
          <w:temporary/>
          <w:showingPlcHdr/>
        </w:sdtPr>
        <w:sdtEndPr/>
        <w:sdtContent>
          <w:r>
            <w:rPr>
              <w:rStyle w:val="PlaceholderText"/>
            </w:rPr>
            <w:t>[job title]</w:t>
          </w:r>
        </w:sdtContent>
      </w:sdt>
      <w:r>
        <w:t xml:space="preserve"> to a </w:t>
      </w:r>
      <w:sdt>
        <w:sdtPr>
          <w:id w:val="-1521551512"/>
          <w:placeholder>
            <w:docPart w:val="2D9A76A14D2E6941AAC9E6933E95BF42"/>
          </w:placeholder>
          <w:temporary/>
          <w:showingPlcHdr/>
        </w:sdtPr>
        <w:sdtEndPr/>
        <w:sdtContent>
          <w:r>
            <w:rPr>
              <w:rStyle w:val="PlaceholderText"/>
            </w:rPr>
            <w:t>[job title]</w:t>
          </w:r>
        </w:sdtContent>
      </w:sdt>
      <w:r>
        <w:t xml:space="preserve">. While my responsibilities have increased greatly during this time, my salary has not. </w:t>
      </w:r>
      <w:sdt>
        <w:sdtPr>
          <w:id w:val="-151375479"/>
          <w:placeholder>
            <w:docPart w:val="4810512159DE654986C7B33B2495FECB"/>
          </w:placeholder>
          <w:temporary/>
          <w:showingPlcHdr/>
        </w:sdtPr>
        <w:sdtEndPr/>
        <w:sdtContent>
          <w:r>
            <w:rPr>
              <w:rStyle w:val="PlaceholderText"/>
            </w:rPr>
            <w:t>[Number of annual increases]</w:t>
          </w:r>
        </w:sdtContent>
      </w:sdt>
      <w:r>
        <w:t> </w:t>
      </w:r>
      <w:proofErr w:type="gramStart"/>
      <w:r>
        <w:t>of</w:t>
      </w:r>
      <w:proofErr w:type="gramEnd"/>
      <w:r>
        <w:t xml:space="preserve"> my annual salary increases have been less than</w:t>
      </w:r>
      <w:sdt>
        <w:sdtPr>
          <w:id w:val="991607129"/>
          <w:placeholder>
            <w:docPart w:val="39EC4A206BF11B4E97F381AE45985256"/>
          </w:placeholder>
          <w:temporary/>
          <w:showingPlcHdr/>
        </w:sdtPr>
        <w:sdtEndPr/>
        <w:sdtContent>
          <w:r>
            <w:rPr>
              <w:rStyle w:val="PlaceholderText"/>
            </w:rPr>
            <w:t>[amou</w:t>
          </w:r>
          <w:r>
            <w:rPr>
              <w:rStyle w:val="PlaceholderText"/>
            </w:rPr>
            <w:t>nt as a percentage]</w:t>
          </w:r>
        </w:sdtContent>
      </w:sdt>
      <w:r>
        <w:t xml:space="preserve"> percent of my previous year’s salary. I have never received a salary increase of more than </w:t>
      </w:r>
      <w:sdt>
        <w:sdtPr>
          <w:id w:val="225960488"/>
          <w:placeholder>
            <w:docPart w:val="39EC4A206BF11B4E97F381AE45985256"/>
          </w:placeholder>
          <w:temporary/>
          <w:showingPlcHdr/>
        </w:sdtPr>
        <w:sdtEndPr/>
        <w:sdtContent>
          <w:r>
            <w:rPr>
              <w:rStyle w:val="PlaceholderText"/>
            </w:rPr>
            <w:t>[amount as a percentage]</w:t>
          </w:r>
        </w:sdtContent>
      </w:sdt>
      <w:r>
        <w:t xml:space="preserve"> percent.</w:t>
      </w:r>
    </w:p>
    <w:p w:rsidR="0045047F" w:rsidRDefault="00836C00">
      <w:r>
        <w:t>These numbers simply don’t add up. I continually receive excellent marks on my reviews, leading me to belie</w:t>
      </w:r>
      <w:r>
        <w:t>ve that you and your manager think my work is excellent. Yet my raises are mediocre.</w:t>
      </w:r>
    </w:p>
    <w:p w:rsidR="0045047F" w:rsidRDefault="00836C00">
      <w:r>
        <w:t>I feel that this discussion is long overdue, and I hope that you will give my request serious consideration.</w:t>
      </w:r>
    </w:p>
    <w:p w:rsidR="0045047F" w:rsidRDefault="00836C00">
      <w:r>
        <w:t>I look forward to hearing from you soon.</w:t>
      </w:r>
    </w:p>
    <w:p w:rsidR="0045047F" w:rsidRDefault="00836C00">
      <w:pPr>
        <w:pStyle w:val="Closing"/>
      </w:pPr>
      <w:r>
        <w:t>Sincerely,</w:t>
      </w:r>
    </w:p>
    <w:sdt>
      <w:sdtPr>
        <w:alias w:val="Your Name"/>
        <w:tag w:val="Your Name"/>
        <w:id w:val="-409692515"/>
        <w:placeholder>
          <w:docPart w:val="8D742710BA799E499087215CCBAA6721"/>
        </w:placeholder>
        <w:showingPlcHdr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45047F" w:rsidRDefault="00836C00">
          <w:pPr>
            <w:pStyle w:val="Signature"/>
          </w:pPr>
          <w:r>
            <w:t>[Your Name</w:t>
          </w:r>
          <w:r>
            <w:t>]</w:t>
          </w:r>
        </w:p>
      </w:sdtContent>
    </w:sdt>
    <w:p w:rsidR="0045047F" w:rsidRDefault="00836C00">
      <w:pPr>
        <w:pStyle w:val="Signature"/>
      </w:pPr>
      <w:sdt>
        <w:sdtPr>
          <w:id w:val="1905172414"/>
          <w:placeholder>
            <w:docPart w:val="EDECBE6FD275F049BB7ECDF7372DBF9A"/>
          </w:placeholder>
          <w:temporary/>
          <w:showingPlcHdr/>
        </w:sdtPr>
        <w:sdtEndPr/>
        <w:sdtContent>
          <w:r>
            <w:t>[Title]</w:t>
          </w:r>
        </w:sdtContent>
      </w:sdt>
    </w:p>
    <w:sectPr w:rsidR="0045047F">
      <w:headerReference w:type="default" r:id="rId8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C00" w:rsidRDefault="00836C00">
      <w:pPr>
        <w:spacing w:after="0" w:line="240" w:lineRule="auto"/>
      </w:pPr>
      <w:r>
        <w:separator/>
      </w:r>
    </w:p>
  </w:endnote>
  <w:endnote w:type="continuationSeparator" w:id="0">
    <w:p w:rsidR="00836C00" w:rsidRDefault="00836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C00" w:rsidRDefault="00836C00">
      <w:pPr>
        <w:spacing w:after="0" w:line="240" w:lineRule="auto"/>
      </w:pPr>
      <w:r>
        <w:separator/>
      </w:r>
    </w:p>
  </w:footnote>
  <w:footnote w:type="continuationSeparator" w:id="0">
    <w:p w:rsidR="00836C00" w:rsidRDefault="00836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Recipient Name"/>
      <w:tag w:val=""/>
      <w:id w:val="-227692246"/>
      <w:placeholder>
        <w:docPart w:val="2ABF76FE31DCF8469A4185BD7DC37611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45047F" w:rsidRDefault="00836C00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447781685"/>
      <w:placeholder>
        <w:docPart w:val="15FA67CB7C3BF249B72AFA8AD132CD19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45047F" w:rsidRDefault="00836C00">
        <w:pPr>
          <w:pStyle w:val="Header"/>
        </w:pPr>
        <w:r>
          <w:t>[Date]</w:t>
        </w:r>
      </w:p>
    </w:sdtContent>
  </w:sdt>
  <w:p w:rsidR="0045047F" w:rsidRDefault="00836C00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C00"/>
    <w:rsid w:val="0045047F"/>
    <w:rsid w:val="0083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Closing" w:uiPriority="1" w:qFormat="1"/>
    <w:lsdException w:name="Signature" w:uiPriority="1" w:qFormat="1"/>
    <w:lsdException w:name="Default Paragraph Font" w:uiPriority="1"/>
    <w:lsdException w:name="Subtitle" w:uiPriority="11" w:qFormat="1"/>
    <w:lsdException w:name="Salutation" w:uiPriority="0" w:qFormat="1"/>
    <w:lsdException w:name="Date" w:uiPriority="0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qFormat/>
    <w:pPr>
      <w:keepNext/>
      <w:spacing w:after="1000" w:line="240" w:lineRule="auto"/>
    </w:pPr>
  </w:style>
  <w:style w:type="paragraph" w:styleId="Signature">
    <w:name w:val="Signature"/>
    <w:basedOn w:val="Normal"/>
    <w:qFormat/>
    <w:pPr>
      <w:keepNext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Closing" w:uiPriority="1" w:qFormat="1"/>
    <w:lsdException w:name="Signature" w:uiPriority="1" w:qFormat="1"/>
    <w:lsdException w:name="Default Paragraph Font" w:uiPriority="1"/>
    <w:lsdException w:name="Subtitle" w:uiPriority="11" w:qFormat="1"/>
    <w:lsdException w:name="Salutation" w:uiPriority="0" w:qFormat="1"/>
    <w:lsdException w:name="Date" w:uiPriority="0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qFormat/>
    <w:pPr>
      <w:keepNext/>
      <w:spacing w:after="1000" w:line="240" w:lineRule="auto"/>
    </w:pPr>
  </w:style>
  <w:style w:type="paragraph" w:styleId="Signature">
    <w:name w:val="Signature"/>
    <w:basedOn w:val="Normal"/>
    <w:qFormat/>
    <w:pPr>
      <w:keepNext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glossaryDocument" Target="glossary/document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khalidfarooq:Downloads:TS10346498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D742710BA799E499087215CCBAA67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077B27-7EBD-8141-BDB7-63078B4501B2}"/>
      </w:docPartPr>
      <w:docPartBody>
        <w:p w:rsidR="00000000" w:rsidRDefault="00000000">
          <w:pPr>
            <w:pStyle w:val="8D742710BA799E499087215CCBAA6721"/>
          </w:pPr>
          <w:r>
            <w:t>[Your Name]</w:t>
          </w:r>
        </w:p>
      </w:docPartBody>
    </w:docPart>
    <w:docPart>
      <w:docPartPr>
        <w:name w:val="C602975288554846A4CF3120B86C90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054054-B6EE-0948-8BD6-6C5D9CCB6052}"/>
      </w:docPartPr>
      <w:docPartBody>
        <w:p w:rsidR="00000000" w:rsidRDefault="00000000">
          <w:pPr>
            <w:pStyle w:val="C602975288554846A4CF3120B86C901E"/>
          </w:pPr>
          <w:r>
            <w:t>[Street Address]</w:t>
          </w:r>
        </w:p>
      </w:docPartBody>
    </w:docPart>
    <w:docPart>
      <w:docPartPr>
        <w:name w:val="C9B5F218BD91BC499EE859E6C419DC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7BC85F-B80D-1C4E-ADD5-5E6A2D821347}"/>
      </w:docPartPr>
      <w:docPartBody>
        <w:p w:rsidR="00000000" w:rsidRDefault="00000000">
          <w:pPr>
            <w:pStyle w:val="C9B5F218BD91BC499EE859E6C419DC33"/>
          </w:pPr>
          <w:r>
            <w:t>[City, ST ZIP Code]</w:t>
          </w:r>
        </w:p>
      </w:docPartBody>
    </w:docPart>
    <w:docPart>
      <w:docPartPr>
        <w:name w:val="15FA67CB7C3BF249B72AFA8AD132CD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78D9D1-EEBA-2441-8A14-23CA752B46D2}"/>
      </w:docPartPr>
      <w:docPartBody>
        <w:p w:rsidR="00000000" w:rsidRDefault="00000000">
          <w:pPr>
            <w:pStyle w:val="15FA67CB7C3BF249B72AFA8AD132CD19"/>
          </w:pPr>
          <w:r>
            <w:t>[Date]</w:t>
          </w:r>
        </w:p>
      </w:docPartBody>
    </w:docPart>
    <w:docPart>
      <w:docPartPr>
        <w:name w:val="2ABF76FE31DCF8469A4185BD7DC376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F2D47D-C716-1742-BDAF-9159DBEAE52B}"/>
      </w:docPartPr>
      <w:docPartBody>
        <w:p w:rsidR="00000000" w:rsidRDefault="00000000">
          <w:pPr>
            <w:pStyle w:val="2ABF76FE31DCF8469A4185BD7DC37611"/>
          </w:pPr>
          <w:r>
            <w:t>[Recipient Name]</w:t>
          </w:r>
        </w:p>
      </w:docPartBody>
    </w:docPart>
    <w:docPart>
      <w:docPartPr>
        <w:name w:val="EDECBE6FD275F049BB7ECDF7372DBF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9E9EE8-55A0-B145-82A1-CECEC15E6797}"/>
      </w:docPartPr>
      <w:docPartBody>
        <w:p w:rsidR="00000000" w:rsidRDefault="00000000">
          <w:pPr>
            <w:pStyle w:val="EDECBE6FD275F049BB7ECDF7372DBF9A"/>
          </w:pPr>
          <w:r>
            <w:t>[Title]</w:t>
          </w:r>
        </w:p>
      </w:docPartBody>
    </w:docPart>
    <w:docPart>
      <w:docPartPr>
        <w:name w:val="249A824861AAB44F9A9E2505BBAFD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96263B-B00A-2544-B70D-12566ADC604A}"/>
      </w:docPartPr>
      <w:docPartBody>
        <w:p w:rsidR="00000000" w:rsidRDefault="00000000">
          <w:pPr>
            <w:pStyle w:val="249A824861AAB44F9A9E2505BBAFD921"/>
          </w:pPr>
          <w:r>
            <w:rPr>
              <w:rStyle w:val="PlaceholderText"/>
            </w:rPr>
            <w:t>[Company Name]</w:t>
          </w:r>
        </w:p>
      </w:docPartBody>
    </w:docPart>
    <w:docPart>
      <w:docPartPr>
        <w:name w:val="4478C0193602BD4EAE693C42F944C1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A6BF85-DEE1-0146-B5EE-765DD022B93C}"/>
      </w:docPartPr>
      <w:docPartBody>
        <w:p w:rsidR="00000000" w:rsidRDefault="00000000">
          <w:pPr>
            <w:pStyle w:val="4478C0193602BD4EAE693C42F944C112"/>
          </w:pPr>
          <w:r>
            <w:rPr>
              <w:rStyle w:val="PlaceholderText"/>
            </w:rPr>
            <w:t>[number of years]</w:t>
          </w:r>
        </w:p>
      </w:docPartBody>
    </w:docPart>
    <w:docPart>
      <w:docPartPr>
        <w:name w:val="2D9A76A14D2E6941AAC9E6933E95BF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45FF12-3477-C34A-AC93-7E66AA5553F1}"/>
      </w:docPartPr>
      <w:docPartBody>
        <w:p w:rsidR="00000000" w:rsidRDefault="00000000">
          <w:pPr>
            <w:pStyle w:val="2D9A76A14D2E6941AAC9E6933E95BF42"/>
          </w:pPr>
          <w:r>
            <w:rPr>
              <w:rStyle w:val="PlaceholderText"/>
            </w:rPr>
            <w:t>[job title]</w:t>
          </w:r>
        </w:p>
      </w:docPartBody>
    </w:docPart>
    <w:docPart>
      <w:docPartPr>
        <w:name w:val="4810512159DE654986C7B33B2495FE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E5C65E-CA4C-0A4C-99D9-FE116D18DF0C}"/>
      </w:docPartPr>
      <w:docPartBody>
        <w:p w:rsidR="00000000" w:rsidRDefault="00000000">
          <w:pPr>
            <w:pStyle w:val="4810512159DE654986C7B33B2495FECB"/>
          </w:pPr>
          <w:r>
            <w:rPr>
              <w:rStyle w:val="PlaceholderText"/>
            </w:rPr>
            <w:t>[Number of annual increases]</w:t>
          </w:r>
        </w:p>
      </w:docPartBody>
    </w:docPart>
    <w:docPart>
      <w:docPartPr>
        <w:name w:val="39EC4A206BF11B4E97F381AE459852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EB7BC-AAA6-D44E-A7C2-F1207BD4EE19}"/>
      </w:docPartPr>
      <w:docPartBody>
        <w:p w:rsidR="00000000" w:rsidRDefault="00000000">
          <w:pPr>
            <w:pStyle w:val="39EC4A206BF11B4E97F381AE45985256"/>
          </w:pPr>
          <w:r>
            <w:rPr>
              <w:rStyle w:val="PlaceholderText"/>
            </w:rPr>
            <w:t>[amount as a percentage]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D742710BA799E499087215CCBAA6721">
    <w:name w:val="8D742710BA799E499087215CCBAA6721"/>
  </w:style>
  <w:style w:type="paragraph" w:customStyle="1" w:styleId="C602975288554846A4CF3120B86C901E">
    <w:name w:val="C602975288554846A4CF3120B86C901E"/>
  </w:style>
  <w:style w:type="paragraph" w:customStyle="1" w:styleId="C9B5F218BD91BC499EE859E6C419DC33">
    <w:name w:val="C9B5F218BD91BC499EE859E6C419DC33"/>
  </w:style>
  <w:style w:type="paragraph" w:customStyle="1" w:styleId="15FA67CB7C3BF249B72AFA8AD132CD19">
    <w:name w:val="15FA67CB7C3BF249B72AFA8AD132CD19"/>
  </w:style>
  <w:style w:type="paragraph" w:customStyle="1" w:styleId="2ABF76FE31DCF8469A4185BD7DC37611">
    <w:name w:val="2ABF76FE31DCF8469A4185BD7DC37611"/>
  </w:style>
  <w:style w:type="paragraph" w:customStyle="1" w:styleId="EDECBE6FD275F049BB7ECDF7372DBF9A">
    <w:name w:val="EDECBE6FD275F049BB7ECDF7372DBF9A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49A824861AAB44F9A9E2505BBAFD921">
    <w:name w:val="249A824861AAB44F9A9E2505BBAFD921"/>
  </w:style>
  <w:style w:type="paragraph" w:customStyle="1" w:styleId="4478C0193602BD4EAE693C42F944C112">
    <w:name w:val="4478C0193602BD4EAE693C42F944C112"/>
  </w:style>
  <w:style w:type="paragraph" w:customStyle="1" w:styleId="2D9A76A14D2E6941AAC9E6933E95BF42">
    <w:name w:val="2D9A76A14D2E6941AAC9E6933E95BF42"/>
  </w:style>
  <w:style w:type="paragraph" w:customStyle="1" w:styleId="4810512159DE654986C7B33B2495FECB">
    <w:name w:val="4810512159DE654986C7B33B2495FECB"/>
  </w:style>
  <w:style w:type="paragraph" w:customStyle="1" w:styleId="39EC4A206BF11B4E97F381AE45985256">
    <w:name w:val="39EC4A206BF11B4E97F381AE45985256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D742710BA799E499087215CCBAA6721">
    <w:name w:val="8D742710BA799E499087215CCBAA6721"/>
  </w:style>
  <w:style w:type="paragraph" w:customStyle="1" w:styleId="C602975288554846A4CF3120B86C901E">
    <w:name w:val="C602975288554846A4CF3120B86C901E"/>
  </w:style>
  <w:style w:type="paragraph" w:customStyle="1" w:styleId="C9B5F218BD91BC499EE859E6C419DC33">
    <w:name w:val="C9B5F218BD91BC499EE859E6C419DC33"/>
  </w:style>
  <w:style w:type="paragraph" w:customStyle="1" w:styleId="15FA67CB7C3BF249B72AFA8AD132CD19">
    <w:name w:val="15FA67CB7C3BF249B72AFA8AD132CD19"/>
  </w:style>
  <w:style w:type="paragraph" w:customStyle="1" w:styleId="2ABF76FE31DCF8469A4185BD7DC37611">
    <w:name w:val="2ABF76FE31DCF8469A4185BD7DC37611"/>
  </w:style>
  <w:style w:type="paragraph" w:customStyle="1" w:styleId="EDECBE6FD275F049BB7ECDF7372DBF9A">
    <w:name w:val="EDECBE6FD275F049BB7ECDF7372DBF9A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49A824861AAB44F9A9E2505BBAFD921">
    <w:name w:val="249A824861AAB44F9A9E2505BBAFD921"/>
  </w:style>
  <w:style w:type="paragraph" w:customStyle="1" w:styleId="4478C0193602BD4EAE693C42F944C112">
    <w:name w:val="4478C0193602BD4EAE693C42F944C112"/>
  </w:style>
  <w:style w:type="paragraph" w:customStyle="1" w:styleId="2D9A76A14D2E6941AAC9E6933E95BF42">
    <w:name w:val="2D9A76A14D2E6941AAC9E6933E95BF42"/>
  </w:style>
  <w:style w:type="paragraph" w:customStyle="1" w:styleId="4810512159DE654986C7B33B2495FECB">
    <w:name w:val="4810512159DE654986C7B33B2495FECB"/>
  </w:style>
  <w:style w:type="paragraph" w:customStyle="1" w:styleId="39EC4A206BF11B4E97F381AE45985256">
    <w:name w:val="39EC4A206BF11B4E97F381AE459852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BD4FDDE-3C77-4876-83C8-A338B13D5E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TS103464982.dotx</Template>
  <TotalTime>0</TotalTime>
  <Pages>1</Pages>
  <Words>181</Words>
  <Characters>1033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2013-12-21T14:48:00Z</dcterms:created>
  <dcterms:modified xsi:type="dcterms:W3CDTF">2013-12-21T14:48:00Z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TC034649829991</vt:lpwstr>
  </property>
</Properties>
</file>